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A20D04" w:rsidRDefault="00E137E9" w:rsidP="0092461B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projekt</w:t>
            </w:r>
            <w:r w:rsidR="00692805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vá dokumentace </w:t>
            </w:r>
          </w:p>
          <w:p w:rsidR="00171691" w:rsidRPr="0025072A" w:rsidRDefault="00A20D04" w:rsidP="00A20D04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Rekonstrukce parkoviště kvanto</w:t>
            </w:r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615D2E">
                            <w:rPr>
                              <w:b/>
                              <w:szCs w:val="20"/>
                            </w:rPr>
                            <w:t>4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615D2E">
                      <w:rPr>
                        <w:b/>
                        <w:szCs w:val="20"/>
                      </w:rPr>
                      <w:t>4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5D2E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2805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2461B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20D04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37E9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3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67E1A08A</Template>
  <TotalTime>48</TotalTime>
  <Pages>1</Pages>
  <Words>142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36</cp:revision>
  <cp:lastPrinted>2021-05-24T06:24:00Z</cp:lastPrinted>
  <dcterms:created xsi:type="dcterms:W3CDTF">2019-09-19T08:40:00Z</dcterms:created>
  <dcterms:modified xsi:type="dcterms:W3CDTF">2025-02-05T10:07:00Z</dcterms:modified>
</cp:coreProperties>
</file>